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09DB9DCF" w:rsidR="005D68B0" w:rsidRPr="00083E4E" w:rsidRDefault="00BB037B" w:rsidP="005D68B0">
      <w:pPr>
        <w:pStyle w:val="Titul2"/>
      </w:pPr>
      <w:r w:rsidRPr="005D68B0">
        <w:t>Název veřejné zakázky</w:t>
      </w:r>
      <w:r w:rsidRPr="00083E4E">
        <w:t xml:space="preserve">: </w:t>
      </w:r>
      <w:sdt>
        <w:sdt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/>
        <w:sdtContent>
          <w:r w:rsidR="004776EB" w:rsidRPr="00083E4E">
            <w:t>„ETCS Pardubice (mimo) – Hradec Králové (mimo)“</w:t>
          </w:r>
          <w:r w:rsidR="004776EB" w:rsidRPr="00083E4E">
            <w:br/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59485EE6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</w:t>
      </w:r>
      <w:r w:rsidR="00ED3A17">
        <w:t xml:space="preserve"> </w:t>
      </w:r>
      <w:r>
        <w:t>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 xml:space="preserve">Ujistili jsme se, že neobsahují chyby nebo jiné vady. Tímto nabízíme </w:t>
      </w:r>
      <w:r w:rsidR="005D1C66">
        <w:t>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 xml:space="preserve">bě Smluvní strany v souladu s ustanovením § 5 odst. 2 ZRS zašlou správci registru smluv elektronický obraz Smlouvy a jejich příloh a </w:t>
      </w:r>
      <w:proofErr w:type="spellStart"/>
      <w:r w:rsidR="00BB037B" w:rsidRPr="008A2719">
        <w:t>metadata</w:t>
      </w:r>
      <w:proofErr w:type="spellEnd"/>
      <w:r w:rsidR="00BB037B" w:rsidRPr="008A2719">
        <w:t xml:space="preserve"> vyžadovaná ZRS;</w:t>
      </w:r>
    </w:p>
    <w:p w14:paraId="1AF16C0B" w14:textId="1AFFE439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E77BF1">
        <w:t> </w:t>
      </w:r>
      <w:r w:rsidRPr="008A2719">
        <w:t>uveřejnění a/nebo uveřejněna prostřednictvím registru smluv, není žádná ze 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lastRenderedPageBreak/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D8CCF" w14:textId="77777777" w:rsidR="00203940" w:rsidRDefault="00203940" w:rsidP="00962258">
      <w:pPr>
        <w:spacing w:after="0" w:line="240" w:lineRule="auto"/>
      </w:pPr>
      <w:r>
        <w:separator/>
      </w:r>
    </w:p>
  </w:endnote>
  <w:endnote w:type="continuationSeparator" w:id="0">
    <w:p w14:paraId="7A62AF3B" w14:textId="77777777" w:rsidR="00203940" w:rsidRDefault="002039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1B96D0E6" w:rsidR="005D68B0" w:rsidRPr="00352421" w:rsidRDefault="004776EB" w:rsidP="00D50379">
          <w:pPr>
            <w:pStyle w:val="Zpatvpravo"/>
            <w:rPr>
              <w:rStyle w:val="Tun"/>
            </w:rPr>
          </w:pPr>
          <w:r>
            <w:rPr>
              <w:rStyle w:val="Tun"/>
            </w:rPr>
            <w:t>ETCS Pardubice (mimo) – Hradec Králové (mimo)</w:t>
          </w:r>
        </w:p>
      </w:tc>
      <w:tc>
        <w:tcPr>
          <w:tcW w:w="851" w:type="dxa"/>
          <w:vAlign w:val="bottom"/>
        </w:tcPr>
        <w:p w14:paraId="51CBCA93" w14:textId="5A25E48D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2E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2E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F49D0" w14:textId="77777777" w:rsidR="00203940" w:rsidRDefault="00203940" w:rsidP="00962258">
      <w:pPr>
        <w:spacing w:after="0" w:line="240" w:lineRule="auto"/>
      </w:pPr>
      <w:r>
        <w:separator/>
      </w:r>
    </w:p>
  </w:footnote>
  <w:footnote w:type="continuationSeparator" w:id="0">
    <w:p w14:paraId="22CBC899" w14:textId="77777777" w:rsidR="00203940" w:rsidRDefault="002039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CB2E9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6510AF9C" w:rsidR="005D3C39" w:rsidRPr="00B8518B" w:rsidRDefault="00CB2E9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4C2DDCB9" wp14:editId="16797203">
                <wp:simplePos x="0" y="0"/>
                <wp:positionH relativeFrom="column">
                  <wp:posOffset>3175</wp:posOffset>
                </wp:positionH>
                <wp:positionV relativeFrom="page">
                  <wp:posOffset>4445</wp:posOffset>
                </wp:positionV>
                <wp:extent cx="1717040" cy="63690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CB2E9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E9"/>
    <w:rsid w:val="00012172"/>
    <w:rsid w:val="00017F3C"/>
    <w:rsid w:val="00041EC8"/>
    <w:rsid w:val="00043C37"/>
    <w:rsid w:val="0006588D"/>
    <w:rsid w:val="00067A5E"/>
    <w:rsid w:val="000719BB"/>
    <w:rsid w:val="00072A65"/>
    <w:rsid w:val="00072C1E"/>
    <w:rsid w:val="0008367A"/>
    <w:rsid w:val="00083E4E"/>
    <w:rsid w:val="000A32D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3940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7794"/>
    <w:rsid w:val="00450F07"/>
    <w:rsid w:val="00453CD3"/>
    <w:rsid w:val="00457B38"/>
    <w:rsid w:val="00460660"/>
    <w:rsid w:val="004642F1"/>
    <w:rsid w:val="00464BA9"/>
    <w:rsid w:val="004776EB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144B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07A98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2D5B"/>
    <w:rsid w:val="00CB2E93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77BF1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146B79"/>
    <w:rsid w:val="00224B8C"/>
    <w:rsid w:val="0025284C"/>
    <w:rsid w:val="002E1F08"/>
    <w:rsid w:val="005E3FC4"/>
    <w:rsid w:val="007E248B"/>
    <w:rsid w:val="00A37915"/>
    <w:rsid w:val="00C7001B"/>
    <w:rsid w:val="00D37D35"/>
    <w:rsid w:val="00E8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2FE7927-20AC-4F1B-A782-FD00F3F66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3</TotalTime>
  <Pages>2</Pages>
  <Words>431</Words>
  <Characters>2547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7</cp:revision>
  <cp:lastPrinted>2019-03-12T14:23:00Z</cp:lastPrinted>
  <dcterms:created xsi:type="dcterms:W3CDTF">2021-12-15T16:19:00Z</dcterms:created>
  <dcterms:modified xsi:type="dcterms:W3CDTF">2022-12-15T13:25:00Z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